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 xml:space="preserve">Název zakázky: </w:t>
      </w:r>
      <w:r w:rsidR="006853D5">
        <w:t>„</w:t>
      </w:r>
      <w:r w:rsidR="006853D5" w:rsidRPr="00076B9C">
        <w:rPr>
          <w:rStyle w:val="Nzevakce"/>
          <w:b/>
        </w:rPr>
        <w:t xml:space="preserve">Rekonstrukce </w:t>
      </w:r>
      <w:proofErr w:type="spellStart"/>
      <w:r w:rsidR="006853D5" w:rsidRPr="00076B9C">
        <w:rPr>
          <w:rStyle w:val="Nzevakce"/>
          <w:b/>
        </w:rPr>
        <w:t>žst</w:t>
      </w:r>
      <w:proofErr w:type="spellEnd"/>
      <w:r w:rsidR="006853D5" w:rsidRPr="00076B9C">
        <w:rPr>
          <w:rStyle w:val="Nzevakce"/>
          <w:b/>
        </w:rPr>
        <w:t>. Rožnov pod Radhoštěm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  <w:bookmarkStart w:id="0" w:name="_GoBack"/>
      <w:bookmarkEnd w:id="0"/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7DD" w:rsidRDefault="00DB37DD" w:rsidP="00962258">
      <w:pPr>
        <w:spacing w:after="0" w:line="240" w:lineRule="auto"/>
      </w:pPr>
      <w:r>
        <w:separator/>
      </w:r>
    </w:p>
  </w:endnote>
  <w:endnote w:type="continuationSeparator" w:id="0">
    <w:p w:rsidR="00DB37DD" w:rsidRDefault="00DB37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53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53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7DD" w:rsidRDefault="00DB37DD" w:rsidP="00962258">
      <w:pPr>
        <w:spacing w:after="0" w:line="240" w:lineRule="auto"/>
      </w:pPr>
      <w:r>
        <w:separator/>
      </w:r>
    </w:p>
  </w:footnote>
  <w:footnote w:type="continuationSeparator" w:id="0">
    <w:p w:rsidR="00DB37DD" w:rsidRDefault="00DB37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853D5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F4CDED"/>
  <w14:defaultImageDpi w14:val="32767"/>
  <w15:docId w15:val="{809B83B2-E679-46A5-A3AB-F7E6F250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40E8577-47A5-4984-9AFE-867DEADB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399</Words>
  <Characters>2359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Klimeš Jaroslav, JUDr.</cp:lastModifiedBy>
  <cp:revision>4</cp:revision>
  <cp:lastPrinted>2019-03-07T14:42:00Z</cp:lastPrinted>
  <dcterms:created xsi:type="dcterms:W3CDTF">2021-12-15T21:43:00Z</dcterms:created>
  <dcterms:modified xsi:type="dcterms:W3CDTF">2022-04-11T11:12:00Z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